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B15B24" w:rsidTr="00050DA7">
        <w:tc>
          <w:tcPr>
            <w:tcW w:w="4428" w:type="dxa"/>
          </w:tcPr>
          <w:p w:rsidR="000348ED" w:rsidRPr="00B15B24" w:rsidRDefault="005D05AC" w:rsidP="001A654A">
            <w:pPr>
              <w:tabs>
                <w:tab w:val="left" w:pos="851"/>
              </w:tabs>
            </w:pPr>
            <w:r w:rsidRPr="00B15B24">
              <w:t>From:</w:t>
            </w:r>
            <w:r w:rsidRPr="00B15B24">
              <w:tab/>
            </w:r>
            <w:r w:rsidR="00230412">
              <w:t>ANM</w:t>
            </w:r>
            <w:r w:rsidR="00230412" w:rsidRPr="003A5DBF">
              <w:t xml:space="preserve"> Committee</w:t>
            </w:r>
          </w:p>
        </w:tc>
        <w:tc>
          <w:tcPr>
            <w:tcW w:w="5461" w:type="dxa"/>
          </w:tcPr>
          <w:p w:rsidR="000348ED" w:rsidRPr="00230412" w:rsidRDefault="00230412" w:rsidP="00230412">
            <w:pPr>
              <w:jc w:val="right"/>
            </w:pPr>
            <w:r w:rsidRPr="00230412">
              <w:t>ANM20</w:t>
            </w:r>
            <w:r w:rsidR="005D05AC" w:rsidRPr="00230412">
              <w:t>/output/</w:t>
            </w:r>
            <w:r w:rsidRPr="00230412">
              <w:t>21</w:t>
            </w:r>
          </w:p>
        </w:tc>
      </w:tr>
      <w:tr w:rsidR="000348ED" w:rsidRPr="00B15B24" w:rsidTr="00050DA7">
        <w:tc>
          <w:tcPr>
            <w:tcW w:w="4428" w:type="dxa"/>
          </w:tcPr>
          <w:p w:rsidR="000348ED" w:rsidRPr="00B15B24" w:rsidRDefault="005D05AC" w:rsidP="005D05AC">
            <w:pPr>
              <w:tabs>
                <w:tab w:val="left" w:pos="851"/>
              </w:tabs>
            </w:pPr>
            <w:r w:rsidRPr="00B15B24">
              <w:t>To:</w:t>
            </w:r>
            <w:r w:rsidRPr="00B15B24">
              <w:tab/>
            </w:r>
            <w:r w:rsidR="00230412">
              <w:t>EEP</w:t>
            </w:r>
            <w:r w:rsidR="00230412" w:rsidRPr="003A5DBF">
              <w:t xml:space="preserve"> Committee</w:t>
            </w:r>
          </w:p>
        </w:tc>
        <w:tc>
          <w:tcPr>
            <w:tcW w:w="5461" w:type="dxa"/>
          </w:tcPr>
          <w:p w:rsidR="000348ED" w:rsidRPr="00230412" w:rsidRDefault="00230412" w:rsidP="00230412">
            <w:pPr>
              <w:jc w:val="right"/>
            </w:pPr>
            <w:r w:rsidRPr="00230412">
              <w:t>26</w:t>
            </w:r>
            <w:r w:rsidR="005D05AC" w:rsidRPr="00230412">
              <w:t xml:space="preserve"> </w:t>
            </w:r>
            <w:r w:rsidRPr="00230412">
              <w:t>April</w:t>
            </w:r>
            <w:r w:rsidR="005D05AC" w:rsidRPr="00230412">
              <w:t xml:space="preserve"> 20</w:t>
            </w:r>
            <w:r w:rsidR="001A654A" w:rsidRPr="00230412">
              <w:t>1</w:t>
            </w:r>
            <w:r w:rsidRPr="00230412">
              <w:t>3</w:t>
            </w:r>
          </w:p>
        </w:tc>
      </w:tr>
    </w:tbl>
    <w:p w:rsidR="000348ED" w:rsidRPr="00B15B24" w:rsidRDefault="005D05AC" w:rsidP="005D05AC">
      <w:pPr>
        <w:pStyle w:val="Title"/>
        <w:spacing w:before="480" w:after="120"/>
      </w:pPr>
      <w:r w:rsidRPr="00B15B24">
        <w:t>Liaison Note</w:t>
      </w:r>
      <w:r w:rsidR="00230412">
        <w:t xml:space="preserve"> to the EEP Committee</w:t>
      </w:r>
    </w:p>
    <w:p w:rsidR="000348ED" w:rsidRPr="00B15B24" w:rsidRDefault="00230412" w:rsidP="005D05AC">
      <w:pPr>
        <w:pStyle w:val="Title"/>
        <w:spacing w:after="120"/>
      </w:pPr>
      <w:r>
        <w:t>NAVGUIDE</w:t>
      </w:r>
    </w:p>
    <w:p w:rsidR="0064435F" w:rsidRPr="00B15B24" w:rsidRDefault="0064435F" w:rsidP="00135447">
      <w:pPr>
        <w:pStyle w:val="Heading1"/>
        <w:rPr>
          <w:lang w:val="en-GB"/>
        </w:rPr>
      </w:pPr>
      <w:r w:rsidRPr="00B15B24">
        <w:rPr>
          <w:lang w:val="en-GB"/>
        </w:rPr>
        <w:t>Introduction</w:t>
      </w:r>
    </w:p>
    <w:p w:rsidR="00230412" w:rsidRDefault="00230412" w:rsidP="00230412">
      <w:pPr>
        <w:pStyle w:val="BodyText"/>
      </w:pPr>
      <w:r>
        <w:t>The ANM Committee wishes to acknowledge and thank the EEP Committee for their input and updates to the NAVGUIDE.</w:t>
      </w:r>
    </w:p>
    <w:p w:rsidR="00B8247E" w:rsidRPr="00B15B24" w:rsidRDefault="00230412" w:rsidP="00002906">
      <w:pPr>
        <w:pStyle w:val="BodyText"/>
      </w:pPr>
      <w:r>
        <w:t>The input to the ANM Committee received from the EEP Committee for section 6.5 related to sound signals was considered.  Please note that some amendments were made to the Committee’s input document to reflect the new IALA Guideline No. 1090 on The Use of Audible Signals.</w:t>
      </w:r>
    </w:p>
    <w:p w:rsidR="00902AA4" w:rsidRPr="00B15B24" w:rsidRDefault="00230412" w:rsidP="00135447">
      <w:pPr>
        <w:pStyle w:val="Heading1"/>
        <w:rPr>
          <w:lang w:val="en-GB"/>
        </w:rPr>
      </w:pPr>
      <w:r>
        <w:rPr>
          <w:lang w:val="en-GB"/>
        </w:rPr>
        <w:t>Action requested</w:t>
      </w:r>
    </w:p>
    <w:p w:rsidR="00230412" w:rsidRPr="00002906" w:rsidRDefault="00230412" w:rsidP="00230412">
      <w:pPr>
        <w:pStyle w:val="BodyText"/>
      </w:pPr>
      <w:r w:rsidRPr="00230412">
        <w:t>As a reminder, the EEP Committee is requested to provide new graphical material (photos, tables, figures) for the revised NAVGUIDE in time for consideration at ANM 21.</w:t>
      </w:r>
    </w:p>
    <w:p w:rsidR="00630F7F" w:rsidRPr="00002906" w:rsidRDefault="00630F7F" w:rsidP="00230412">
      <w:pPr>
        <w:pStyle w:val="BodyText"/>
        <w:rPr>
          <w:highlight w:val="yellow"/>
        </w:rPr>
      </w:pPr>
      <w:bookmarkStart w:id="0" w:name="_GoBack"/>
      <w:bookmarkEnd w:id="0"/>
    </w:p>
    <w:sectPr w:rsidR="00630F7F" w:rsidRPr="00002906"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412" w:rsidRDefault="00230412" w:rsidP="00002906">
      <w:r>
        <w:separator/>
      </w:r>
    </w:p>
  </w:endnote>
  <w:endnote w:type="continuationSeparator" w:id="0">
    <w:p w:rsidR="00230412" w:rsidRDefault="00230412"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412" w:rsidRDefault="00230412">
    <w:pPr>
      <w:pStyle w:val="Footer"/>
    </w:pPr>
    <w:r>
      <w:tab/>
    </w:r>
    <w:r>
      <w:fldChar w:fldCharType="begin"/>
    </w:r>
    <w:r>
      <w:instrText xml:space="preserve"> PAGE   \* MERGEFORMAT </w:instrText>
    </w:r>
    <w:r>
      <w:fldChar w:fldCharType="separate"/>
    </w:r>
    <w:r w:rsidR="004F42A1">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412" w:rsidRDefault="00230412" w:rsidP="00002906">
      <w:r>
        <w:separator/>
      </w:r>
    </w:p>
  </w:footnote>
  <w:footnote w:type="continuationSeparator" w:id="0">
    <w:p w:rsidR="00230412" w:rsidRDefault="00230412"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412"/>
    <w:rsid w:val="00002906"/>
    <w:rsid w:val="00031A92"/>
    <w:rsid w:val="000348ED"/>
    <w:rsid w:val="00036801"/>
    <w:rsid w:val="00050DA7"/>
    <w:rsid w:val="000A5A01"/>
    <w:rsid w:val="00135447"/>
    <w:rsid w:val="00152273"/>
    <w:rsid w:val="001A654A"/>
    <w:rsid w:val="001C74CF"/>
    <w:rsid w:val="00230412"/>
    <w:rsid w:val="003D55DD"/>
    <w:rsid w:val="003E1831"/>
    <w:rsid w:val="00424954"/>
    <w:rsid w:val="004C1386"/>
    <w:rsid w:val="004C220D"/>
    <w:rsid w:val="004F42A1"/>
    <w:rsid w:val="005D05AC"/>
    <w:rsid w:val="00630F7F"/>
    <w:rsid w:val="0064435F"/>
    <w:rsid w:val="006D470F"/>
    <w:rsid w:val="00727E88"/>
    <w:rsid w:val="00775878"/>
    <w:rsid w:val="0080092C"/>
    <w:rsid w:val="00872453"/>
    <w:rsid w:val="008F13DD"/>
    <w:rsid w:val="00902AA4"/>
    <w:rsid w:val="009F3B6C"/>
    <w:rsid w:val="009F5C36"/>
    <w:rsid w:val="00A27F12"/>
    <w:rsid w:val="00A30579"/>
    <w:rsid w:val="00AA76C0"/>
    <w:rsid w:val="00B077EC"/>
    <w:rsid w:val="00B15B24"/>
    <w:rsid w:val="00B428DA"/>
    <w:rsid w:val="00B8247E"/>
    <w:rsid w:val="00BE56DF"/>
    <w:rsid w:val="00CA04AF"/>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dvnav:Documents:A_Work:IALA:Committees:Administration%20-%20Committee%20File:Templates: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Note_Feb13.dot</Template>
  <TotalTime>3</TotalTime>
  <Pages>1</Pages>
  <Words>104</Words>
  <Characters>593</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
  <cp:keywords/>
  <cp:lastModifiedBy/>
  <cp:revision>1</cp:revision>
  <cp:lastPrinted>2006-10-19T10:49:00Z</cp:lastPrinted>
  <dcterms:created xsi:type="dcterms:W3CDTF">2013-04-26T10:37:00Z</dcterms:created>
  <dcterms:modified xsi:type="dcterms:W3CDTF">2013-04-26T10:45:00Z</dcterms:modified>
</cp:coreProperties>
</file>